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6BB2" w:rsidRDefault="003730D3">
      <w:r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074C41" wp14:editId="2F0536FA">
                <wp:simplePos x="0" y="0"/>
                <wp:positionH relativeFrom="column">
                  <wp:posOffset>-300990</wp:posOffset>
                </wp:positionH>
                <wp:positionV relativeFrom="paragraph">
                  <wp:posOffset>9584860</wp:posOffset>
                </wp:positionV>
                <wp:extent cx="6707818" cy="225188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7818" cy="225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0D3" w:rsidRPr="00F4665F" w:rsidRDefault="003730D3" w:rsidP="003730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4665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www.class-templates.com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3.7pt;margin-top:754.7pt;width:528.15pt;height:17.7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" fillcolor="white [3201]" stroked="f" strokeweight=".5pt">
                <v:textbox>
                  <w:txbxContent>
                    <w:p w:rsidR="003730D3" w:rsidRPr="00F4665F" w:rsidRDefault="003730D3" w:rsidP="003730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4665F">
                        <w:rPr>
                          <w:rFonts w:ascii="Arial" w:hAnsi="Arial" w:cs="Arial"/>
                          <w:sz w:val="16"/>
                          <w:szCs w:val="16"/>
                        </w:rPr>
                        <w:t>www.class-templates.com</w:t>
                      </w:r>
                    </w:p>
                  </w:txbxContent>
                </v:textbox>
              </v:shape>
            </w:pict>
          </mc:Fallback>
        </mc:AlternateContent>
      </w:r>
      <w:r w:rsidR="000D402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 wp14:anchorId="696DCE59" wp14:editId="34921CCD">
                <wp:simplePos x="0" y="0"/>
                <wp:positionH relativeFrom="column">
                  <wp:posOffset>569623</wp:posOffset>
                </wp:positionH>
                <wp:positionV relativeFrom="paragraph">
                  <wp:posOffset>8478500</wp:posOffset>
                </wp:positionV>
                <wp:extent cx="5144770" cy="880281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144770" cy="88028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algn="in">
                          <a:noFill/>
                          <a:prstDash val="sysDash"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AA6BB2" w:rsidRPr="00D9642F" w:rsidRDefault="00A23CB3" w:rsidP="00A23CB3">
                            <w:pPr>
                              <w:pStyle w:val="BodyText3"/>
                              <w:widowControl w:val="0"/>
                              <w:jc w:val="left"/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D9642F"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  <w:lang w:val="en"/>
                              </w:rPr>
                              <w:t>Reward: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4.85pt;margin-top:667.6pt;width:405.1pt;height:69.3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" fillcolor="#d8d8d8 [2732]" stroked="f" strokeweight="1.5pt" insetpen="t">
                <v:stroke dashstyle="3 1"/>
                <o:lock v:ext="edit" shapetype="t"/>
                <v:textbox inset="2.85pt,2.85pt,2.85pt,2.85pt">
                  <w:txbxContent>
                    <w:p w:rsidR="00AA6BB2" w:rsidRPr="00D9642F" w:rsidRDefault="00A23CB3" w:rsidP="00A23CB3">
                      <w:pPr>
                        <w:pStyle w:val="BodyText3"/>
                        <w:widowControl w:val="0"/>
                        <w:jc w:val="left"/>
                        <w:rPr>
                          <w:rFonts w:ascii="Stencil" w:hAnsi="Stencil"/>
                          <w:color w:val="auto"/>
                          <w:sz w:val="36"/>
                          <w:szCs w:val="36"/>
                          <w:lang w:val="en"/>
                        </w:rPr>
                      </w:pPr>
                      <w:r w:rsidRPr="00D9642F">
                        <w:rPr>
                          <w:rFonts w:ascii="Stencil" w:hAnsi="Stencil"/>
                          <w:color w:val="auto"/>
                          <w:sz w:val="36"/>
                          <w:szCs w:val="36"/>
                          <w:lang w:val="en"/>
                        </w:rPr>
                        <w:t>Reward:</w:t>
                      </w:r>
                    </w:p>
                  </w:txbxContent>
                </v:textbox>
              </v:shape>
            </w:pict>
          </mc:Fallback>
        </mc:AlternateContent>
      </w:r>
      <w:r w:rsidR="000D402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22ED96" wp14:editId="570156DA">
                <wp:simplePos x="0" y="0"/>
                <wp:positionH relativeFrom="column">
                  <wp:posOffset>569623</wp:posOffset>
                </wp:positionH>
                <wp:positionV relativeFrom="paragraph">
                  <wp:posOffset>7850704</wp:posOffset>
                </wp:positionV>
                <wp:extent cx="5145206" cy="4635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5206" cy="463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noFill/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6778" w:rsidRPr="00D9642F" w:rsidRDefault="002D6778" w:rsidP="00A23CB3">
                            <w:pPr>
                              <w:jc w:val="left"/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D9642F">
                              <w:rPr>
                                <w:rFonts w:ascii="Stencil" w:hAnsi="Stencil"/>
                                <w:color w:val="auto"/>
                                <w:sz w:val="36"/>
                                <w:szCs w:val="36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44.85pt;margin-top:618.15pt;width:405.15pt;height:3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" fillcolor="#d8d8d8 [2732]" stroked="f" strokeweight="1.5pt">
                <v:stroke dashstyle="3 1"/>
                <v:textbox>
                  <w:txbxContent>
                    <w:p w:rsidR="002D6778" w:rsidRPr="00D9642F" w:rsidRDefault="002D6778" w:rsidP="00A23CB3">
                      <w:pPr>
                        <w:jc w:val="left"/>
                        <w:rPr>
                          <w:rFonts w:ascii="Stencil" w:hAnsi="Stencil"/>
                          <w:color w:val="auto"/>
                          <w:sz w:val="36"/>
                          <w:szCs w:val="36"/>
                        </w:rPr>
                      </w:pPr>
                      <w:r w:rsidRPr="00D9642F">
                        <w:rPr>
                          <w:rFonts w:ascii="Stencil" w:hAnsi="Stencil"/>
                          <w:color w:val="auto"/>
                          <w:sz w:val="36"/>
                          <w:szCs w:val="36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E100E4">
        <w:rPr>
          <w:rFonts w:ascii="Arial Black" w:hAnsi="Arial Black" w:cs="Arial"/>
          <w:b w:val="0"/>
          <w:bCs w:val="0"/>
          <w:noProof/>
          <w:color w:val="auto"/>
          <w:kern w:val="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21.75pt;margin-top:110.9pt;width:442.8pt;height:28.5pt;z-index:251705344;mso-wrap-distance-left:2.88pt;mso-wrap-distance-top:2.88pt;mso-wrap-distance-right:2.88pt;mso-wrap-distance-bottom:2.88pt;mso-position-horizontal-relative:text;mso-position-vertical-relative:text" filled="f" fillcolor="#0070c0" strokecolor="black [3213]" strokeweight="1pt" o:cliptowrap="t">
            <v:shadow color="#868686"/>
            <v:textpath style="font-family:&quot;Stencil&quot;;font-size:24pt;v-text-kern:t" trim="t" fitpath="t" xscale="t" string="for completing 10 stars"/>
          </v:shape>
        </w:pict>
      </w:r>
      <w:r w:rsidR="00E100E4">
        <w:rPr>
          <w:rFonts w:ascii="Arial Black" w:hAnsi="Arial Black" w:cs="Arial"/>
          <w:b w:val="0"/>
          <w:bCs w:val="0"/>
          <w:color w:val="auto"/>
          <w:kern w:val="0"/>
          <w:sz w:val="24"/>
          <w:szCs w:val="24"/>
        </w:rPr>
        <w:pict>
          <v:shape id="_x0000_s1038" type="#_x0000_t136" style="position:absolute;left:0;text-align:left;margin-left:18.3pt;margin-top:7.8pt;width:446.25pt;height:91.85pt;z-index:251661312;mso-wrap-distance-left:2.88pt;mso-wrap-distance-top:2.88pt;mso-wrap-distance-right:2.88pt;mso-wrap-distance-bottom:2.88pt;mso-position-horizontal-relative:text;mso-position-vertical-relative:text" filled="f" fillcolor="#0070c0" strokecolor="black [3213]" strokeweight="1pt" o:cliptowrap="t">
            <v:shadow color="#868686"/>
            <v:textpath style="font-family:&quot;Stencil&quot;;font-size:18pt;v-text-kern:t" trim="t" fitpath="t" xscale="t" string="Reward"/>
          </v:shape>
        </w:pict>
      </w:r>
      <w:r w:rsidR="00DE77B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05F9B2" wp14:editId="2E48E46D">
                <wp:simplePos x="0" y="0"/>
                <wp:positionH relativeFrom="column">
                  <wp:posOffset>3580765</wp:posOffset>
                </wp:positionH>
                <wp:positionV relativeFrom="paragraph">
                  <wp:posOffset>2416810</wp:posOffset>
                </wp:positionV>
                <wp:extent cx="1259840" cy="1187450"/>
                <wp:effectExtent l="133350" t="152400" r="149860" b="146050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1" o:spid="_x0000_s1026" style="position:absolute;margin-left:281.95pt;margin-top:190.3pt;width:99.2pt;height:9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DE77B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6FFD5E" wp14:editId="0C57DBD7">
                <wp:simplePos x="0" y="0"/>
                <wp:positionH relativeFrom="column">
                  <wp:posOffset>4647565</wp:posOffset>
                </wp:positionH>
                <wp:positionV relativeFrom="paragraph">
                  <wp:posOffset>3519104</wp:posOffset>
                </wp:positionV>
                <wp:extent cx="1259840" cy="1187450"/>
                <wp:effectExtent l="133350" t="152400" r="149860" b="146050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0" o:spid="_x0000_s1026" style="position:absolute;margin-left:365.95pt;margin-top:277.1pt;width:99.2pt;height:9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DE77B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996EAB" wp14:editId="16376C5E">
                <wp:simplePos x="0" y="0"/>
                <wp:positionH relativeFrom="column">
                  <wp:posOffset>1407160</wp:posOffset>
                </wp:positionH>
                <wp:positionV relativeFrom="paragraph">
                  <wp:posOffset>2417445</wp:posOffset>
                </wp:positionV>
                <wp:extent cx="1259840" cy="1187450"/>
                <wp:effectExtent l="133350" t="152400" r="149860" b="146050"/>
                <wp:wrapNone/>
                <wp:docPr id="26" name="5-Point Sta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6" o:spid="_x0000_s1026" style="position:absolute;margin-left:110.8pt;margin-top:190.35pt;width:99.2pt;height:9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DE77B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45083F" wp14:editId="5E5A3845">
                <wp:simplePos x="0" y="0"/>
                <wp:positionH relativeFrom="column">
                  <wp:posOffset>2501265</wp:posOffset>
                </wp:positionH>
                <wp:positionV relativeFrom="paragraph">
                  <wp:posOffset>3522345</wp:posOffset>
                </wp:positionV>
                <wp:extent cx="1259840" cy="1187450"/>
                <wp:effectExtent l="133350" t="152400" r="149860" b="14605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196.95pt;margin-top:277.35pt;width:99.2pt;height:9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1141F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BB2B40" wp14:editId="1876FD23">
                <wp:simplePos x="0" y="0"/>
                <wp:positionH relativeFrom="column">
                  <wp:posOffset>4644390</wp:posOffset>
                </wp:positionH>
                <wp:positionV relativeFrom="paragraph">
                  <wp:posOffset>6071870</wp:posOffset>
                </wp:positionV>
                <wp:extent cx="1259840" cy="1187450"/>
                <wp:effectExtent l="133350" t="152400" r="149860" b="14605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365.7pt;margin-top:478.1pt;width:99.2pt;height:9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1141F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D9D4C0" wp14:editId="6AC38398">
                <wp:simplePos x="0" y="0"/>
                <wp:positionH relativeFrom="column">
                  <wp:posOffset>2501900</wp:posOffset>
                </wp:positionH>
                <wp:positionV relativeFrom="paragraph">
                  <wp:posOffset>6075045</wp:posOffset>
                </wp:positionV>
                <wp:extent cx="1259840" cy="1187450"/>
                <wp:effectExtent l="133350" t="152400" r="149860" b="14605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7" o:spid="_x0000_s1026" style="position:absolute;margin-left:197pt;margin-top:478.35pt;width:99.2pt;height:9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1141F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9C40BF" wp14:editId="2A6CDA1F">
                <wp:simplePos x="0" y="0"/>
                <wp:positionH relativeFrom="column">
                  <wp:posOffset>375285</wp:posOffset>
                </wp:positionH>
                <wp:positionV relativeFrom="paragraph">
                  <wp:posOffset>6075045</wp:posOffset>
                </wp:positionV>
                <wp:extent cx="1259840" cy="1187450"/>
                <wp:effectExtent l="133350" t="152400" r="149860" b="14605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6" o:spid="_x0000_s1026" style="position:absolute;margin-left:29.55pt;margin-top:478.35pt;width:99.2pt;height:9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1141F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F89EF8" wp14:editId="58F7636A">
                <wp:simplePos x="0" y="0"/>
                <wp:positionH relativeFrom="column">
                  <wp:posOffset>3583305</wp:posOffset>
                </wp:positionH>
                <wp:positionV relativeFrom="paragraph">
                  <wp:posOffset>4827270</wp:posOffset>
                </wp:positionV>
                <wp:extent cx="1259840" cy="1187450"/>
                <wp:effectExtent l="133350" t="152400" r="149860" b="14605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4" o:spid="_x0000_s1026" style="position:absolute;margin-left:282.15pt;margin-top:380.1pt;width:99.2pt;height:9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1141F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ADB2C0" wp14:editId="13AF300B">
                <wp:simplePos x="0" y="0"/>
                <wp:positionH relativeFrom="column">
                  <wp:posOffset>1406525</wp:posOffset>
                </wp:positionH>
                <wp:positionV relativeFrom="paragraph">
                  <wp:posOffset>4824095</wp:posOffset>
                </wp:positionV>
                <wp:extent cx="1259840" cy="1187450"/>
                <wp:effectExtent l="133350" t="152400" r="149860" b="146050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3" o:spid="_x0000_s1026" style="position:absolute;margin-left:110.75pt;margin-top:379.85pt;width:99.2pt;height:9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  <w:r w:rsidR="001141F2">
        <w:rPr>
          <w:rFonts w:ascii="Times New Roman" w:hAnsi="Times New Roman"/>
          <w:b w:val="0"/>
          <w:bCs w:val="0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D3D975" wp14:editId="5F4A426E">
                <wp:simplePos x="0" y="0"/>
                <wp:positionH relativeFrom="column">
                  <wp:posOffset>358775</wp:posOffset>
                </wp:positionH>
                <wp:positionV relativeFrom="paragraph">
                  <wp:posOffset>3522345</wp:posOffset>
                </wp:positionV>
                <wp:extent cx="1259840" cy="1187450"/>
                <wp:effectExtent l="133350" t="152400" r="149860" b="14605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7450"/>
                        </a:xfrm>
                        <a:prstGeom prst="star5">
                          <a:avLst/>
                        </a:prstGeom>
                        <a:noFill/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glow rad="63500">
                            <a:schemeClr val="tx1">
                              <a:lumMod val="50000"/>
                              <a:lumOff val="50000"/>
                              <a:alpha val="40000"/>
                            </a:scheme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" o:spid="_x0000_s1026" style="position:absolute;margin-left:28.25pt;margin-top:277.35pt;width:99.2pt;height:9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118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" path="m1,453564r481218,4l629920,,778621,453568r481218,-4l870524,733881r148707,453566l629920,907125,240609,1187447,389316,733881,1,453564xe" filled="f" strokecolor="black [3213]" strokeweight="4.5pt">
                <v:path arrowok="t" o:connecttype="custom" o:connectlocs="1,453564;481219,453568;629920,0;778621,453568;1259839,453564;870524,733881;1019231,1187447;629920,907125;240609,1187447;389316,733881;1,453564" o:connectangles="0,0,0,0,0,0,0,0,0,0,0"/>
              </v:shape>
            </w:pict>
          </mc:Fallback>
        </mc:AlternateContent>
      </w:r>
    </w:p>
    <w:sectPr w:rsidR="00AA6BB2" w:rsidSect="00D9642F">
      <w:pgSz w:w="11906" w:h="16838" w:code="9"/>
      <w:pgMar w:top="1134" w:right="1134" w:bottom="1134" w:left="1134" w:header="709" w:footer="709" w:gutter="0"/>
      <w:pgBorders w:offsetFrom="page">
        <w:top w:val="starsBlack" w:sz="10" w:space="31" w:color="auto"/>
        <w:left w:val="starsBlack" w:sz="10" w:space="31" w:color="auto"/>
        <w:bottom w:val="starsBlack" w:sz="10" w:space="31" w:color="auto"/>
        <w:right w:val="starsBlack" w:sz="10" w:space="3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E4" w:rsidRDefault="00E100E4" w:rsidP="009D7C5D">
      <w:r>
        <w:separator/>
      </w:r>
    </w:p>
  </w:endnote>
  <w:endnote w:type="continuationSeparator" w:id="0">
    <w:p w:rsidR="00E100E4" w:rsidRDefault="00E100E4" w:rsidP="009D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Script MT Bold">
    <w:altName w:val="French Script MT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E4" w:rsidRDefault="00E100E4" w:rsidP="009D7C5D">
      <w:r>
        <w:separator/>
      </w:r>
    </w:p>
  </w:footnote>
  <w:footnote w:type="continuationSeparator" w:id="0">
    <w:p w:rsidR="00E100E4" w:rsidRDefault="00E100E4" w:rsidP="009D7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8F"/>
    <w:rsid w:val="000D4022"/>
    <w:rsid w:val="001141F2"/>
    <w:rsid w:val="00166DF1"/>
    <w:rsid w:val="0019047B"/>
    <w:rsid w:val="00212817"/>
    <w:rsid w:val="002427C8"/>
    <w:rsid w:val="002B0BDE"/>
    <w:rsid w:val="002D6778"/>
    <w:rsid w:val="002F4F0E"/>
    <w:rsid w:val="003730D3"/>
    <w:rsid w:val="00391288"/>
    <w:rsid w:val="003C217B"/>
    <w:rsid w:val="00747810"/>
    <w:rsid w:val="00815D7D"/>
    <w:rsid w:val="00870C80"/>
    <w:rsid w:val="00936B4D"/>
    <w:rsid w:val="00963868"/>
    <w:rsid w:val="009D7C5D"/>
    <w:rsid w:val="00A23CB3"/>
    <w:rsid w:val="00A6468F"/>
    <w:rsid w:val="00AA6BB2"/>
    <w:rsid w:val="00B27E04"/>
    <w:rsid w:val="00B806DD"/>
    <w:rsid w:val="00B97CF5"/>
    <w:rsid w:val="00BB18FD"/>
    <w:rsid w:val="00BF2738"/>
    <w:rsid w:val="00D8649D"/>
    <w:rsid w:val="00D9642F"/>
    <w:rsid w:val="00DB589F"/>
    <w:rsid w:val="00DE77B2"/>
    <w:rsid w:val="00E100E4"/>
    <w:rsid w:val="00E90039"/>
    <w:rsid w:val="00F00EE3"/>
    <w:rsid w:val="00F02361"/>
    <w:rsid w:val="00F35D74"/>
    <w:rsid w:val="00F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D7D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Heading4">
    <w:name w:val="heading 4"/>
    <w:qFormat/>
    <w:rsid w:val="00815D7D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accenttext2">
    <w:name w:val="msoaccenttext2"/>
    <w:rsid w:val="00AA6BB2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BodyText3">
    <w:name w:val="Body Text 3"/>
    <w:rsid w:val="00AA6BB2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</w:rPr>
  </w:style>
  <w:style w:type="paragraph" w:customStyle="1" w:styleId="msoorganizationname">
    <w:name w:val="msoorganizationname"/>
    <w:rsid w:val="00815D7D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rsid w:val="009D7C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Footer">
    <w:name w:val="footer"/>
    <w:basedOn w:val="Normal"/>
    <w:link w:val="FooterChar"/>
    <w:rsid w:val="009D7C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table" w:styleId="TableGrid">
    <w:name w:val="Table Grid"/>
    <w:basedOn w:val="TableNormal"/>
    <w:rsid w:val="009D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D7D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Heading4">
    <w:name w:val="heading 4"/>
    <w:qFormat/>
    <w:rsid w:val="00815D7D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accenttext2">
    <w:name w:val="msoaccenttext2"/>
    <w:rsid w:val="00AA6BB2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BodyText3">
    <w:name w:val="Body Text 3"/>
    <w:rsid w:val="00AA6BB2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</w:rPr>
  </w:style>
  <w:style w:type="paragraph" w:customStyle="1" w:styleId="msoorganizationname">
    <w:name w:val="msoorganizationname"/>
    <w:rsid w:val="00815D7D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rsid w:val="009D7C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paragraph" w:styleId="Footer">
    <w:name w:val="footer"/>
    <w:basedOn w:val="Normal"/>
    <w:link w:val="FooterChar"/>
    <w:rsid w:val="009D7C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7C5D"/>
    <w:rPr>
      <w:rFonts w:ascii="Copperplate Gothic Bold" w:hAnsi="Copperplate Gothic Bold"/>
      <w:b/>
      <w:bCs/>
      <w:color w:val="000000"/>
      <w:kern w:val="28"/>
      <w:sz w:val="17"/>
      <w:szCs w:val="17"/>
    </w:rPr>
  </w:style>
  <w:style w:type="table" w:styleId="TableGrid">
    <w:name w:val="Table Grid"/>
    <w:basedOn w:val="TableNormal"/>
    <w:rsid w:val="009D7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\AppData\Local\Temp\Temp1_cap_word_004-certificate_of_appreciation_engraved.zip\CAP_WORD_004-Certificate_of_Appreciation_Engrav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CAP_WORD_004-Certificate_of_Appreciation_Engraved</Template>
  <TotalTime>103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 Star Printable Reward Chart</vt:lpstr>
    </vt:vector>
  </TitlesOfParts>
  <Company>class-templates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Star Printable Reward Chart Template</dc:title>
  <dc:subject>Reward Charts</dc:subject>
  <dc:creator>Chris Oram</dc:creator>
  <cp:keywords>printable reward charts, reward chart template, reward charts for kids</cp:keywords>
  <dc:description>www.class-templates.com</dc:description>
  <cp:lastModifiedBy>Chris Oram</cp:lastModifiedBy>
  <cp:revision>21</cp:revision>
  <cp:lastPrinted>2015-03-03T18:56:00Z</cp:lastPrinted>
  <dcterms:created xsi:type="dcterms:W3CDTF">2015-02-26T14:28:00Z</dcterms:created>
  <dcterms:modified xsi:type="dcterms:W3CDTF">2015-03-03T18:56:00Z</dcterms:modified>
  <cp:category>Reward Charts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CAP_WORD_004</vt:lpwstr>
  </property>
</Properties>
</file>